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AD345" w14:textId="77777777" w:rsidR="00293D6E" w:rsidRDefault="001B78BA">
      <w:pPr>
        <w:pStyle w:val="Heading1"/>
        <w:rPr>
          <w:rFonts w:eastAsia="Times New Roman"/>
        </w:rPr>
      </w:pPr>
      <w:r>
        <w:rPr>
          <w:rFonts w:eastAsia="Times New Roman"/>
        </w:rPr>
        <w:t>6.8.1 Third Party Testing Approach</w:t>
      </w:r>
    </w:p>
    <w:p w14:paraId="6837D9DA" w14:textId="77777777" w:rsidR="00293D6E" w:rsidRDefault="001B78BA">
      <w:pPr>
        <w:rPr>
          <w:rFonts w:eastAsia="Times New Roman"/>
        </w:rPr>
      </w:pPr>
      <w:r>
        <w:rPr>
          <w:rFonts w:eastAsia="Times New Roman"/>
        </w:rPr>
        <w:t xml:space="preserve">This article to propose an approach for 3rd Party Testing to CDCB. </w:t>
      </w:r>
    </w:p>
    <w:p w14:paraId="41AD6D97" w14:textId="77777777" w:rsidR="00293D6E" w:rsidRDefault="001B78BA">
      <w:pPr>
        <w:pStyle w:val="Heading2"/>
        <w:rPr>
          <w:rFonts w:eastAsia="Times New Roman"/>
        </w:rPr>
      </w:pPr>
      <w:r>
        <w:rPr>
          <w:rFonts w:eastAsia="Times New Roman"/>
        </w:rPr>
        <w:t>Get token by Postman</w:t>
      </w:r>
    </w:p>
    <w:p w14:paraId="35521B30" w14:textId="77777777" w:rsidR="00293D6E" w:rsidRDefault="001B78BA">
      <w:pPr>
        <w:pStyle w:val="NormalWeb"/>
      </w:pPr>
      <w:r>
        <w:t>To access the API, the user needs to get a token. After getting the token, we can use that token to test the APIs in Web connect.</w:t>
      </w:r>
    </w:p>
    <w:p w14:paraId="29E9D868" w14:textId="77777777" w:rsidR="00293D6E" w:rsidRDefault="001B78BA">
      <w:pPr>
        <w:pStyle w:val="Heading3"/>
        <w:rPr>
          <w:rFonts w:eastAsia="Times New Roman"/>
        </w:rPr>
      </w:pPr>
      <w:r>
        <w:rPr>
          <w:rFonts w:eastAsia="Times New Roman"/>
        </w:rPr>
        <w:t>The Swagger API Documentation link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0"/>
        <w:gridCol w:w="4516"/>
      </w:tblGrid>
      <w:tr w:rsidR="00293D6E" w14:paraId="445721EB" w14:textId="77777777">
        <w:trPr>
          <w:divId w:val="14741057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1FCAB4" w14:textId="77777777" w:rsidR="00293D6E" w:rsidRDefault="001B78BA">
            <w:pPr>
              <w:pStyle w:val="NormalWeb"/>
              <w:jc w:val="center"/>
              <w:rPr>
                <w:b/>
                <w:bCs/>
              </w:rPr>
            </w:pPr>
            <w:r>
              <w:rPr>
                <w:rStyle w:val="Strong"/>
              </w:rPr>
              <w:t>API Service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B0025A" w14:textId="77777777" w:rsidR="00293D6E" w:rsidRDefault="001B78BA">
            <w:pPr>
              <w:pStyle w:val="NormalWeb"/>
              <w:jc w:val="center"/>
              <w:rPr>
                <w:b/>
                <w:bCs/>
              </w:rPr>
            </w:pPr>
            <w:r>
              <w:rPr>
                <w:rStyle w:val="Strong"/>
              </w:rPr>
              <w:t>Links</w:t>
            </w:r>
          </w:p>
        </w:tc>
      </w:tr>
      <w:tr w:rsidR="00293D6E" w14:paraId="3ADF4552" w14:textId="77777777">
        <w:trPr>
          <w:divId w:val="147410579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BD0B70" w14:textId="77777777" w:rsidR="00293D6E" w:rsidRDefault="001B78BA">
            <w:pPr>
              <w:pStyle w:val="NormalWeb"/>
            </w:pPr>
            <w:r>
              <w:t>Web application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6CA413" w14:textId="70088303" w:rsidR="00293D6E" w:rsidRDefault="00D50B90">
            <w:pPr>
              <w:pStyle w:val="NormalWeb"/>
            </w:pPr>
            <w:hyperlink r:id="rId5" w:history="1">
              <w:r w:rsidRPr="00280D7F">
                <w:rPr>
                  <w:rStyle w:val="Hyperlink"/>
                </w:rPr>
                <w:t>https://40.142.54.172/api/docs</w:t>
              </w:r>
            </w:hyperlink>
          </w:p>
        </w:tc>
      </w:tr>
      <w:tr w:rsidR="00293D6E" w14:paraId="63BE1975" w14:textId="77777777">
        <w:trPr>
          <w:divId w:val="147410579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731B28" w14:textId="77777777" w:rsidR="00293D6E" w:rsidRDefault="001B78BA">
            <w:pPr>
              <w:pStyle w:val="NormalWeb"/>
            </w:pPr>
            <w:r>
              <w:t>Data Exchange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E58222" w14:textId="08D09130" w:rsidR="00293D6E" w:rsidRDefault="00D50B90">
            <w:pPr>
              <w:pStyle w:val="NormalWeb"/>
            </w:pPr>
            <w:hyperlink r:id="rId6" w:history="1">
              <w:r w:rsidRPr="00280D7F">
                <w:rPr>
                  <w:rStyle w:val="Hyperlink"/>
                </w:rPr>
                <w:t>https://40.142.54.172/api/data-exchange/docs</w:t>
              </w:r>
            </w:hyperlink>
          </w:p>
        </w:tc>
      </w:tr>
      <w:tr w:rsidR="00293D6E" w14:paraId="5B470DDD" w14:textId="77777777">
        <w:trPr>
          <w:divId w:val="147410579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E385CF" w14:textId="77777777" w:rsidR="00293D6E" w:rsidRDefault="001B78BA">
            <w:pPr>
              <w:pStyle w:val="NormalWeb"/>
            </w:pPr>
            <w:r>
              <w:t>ETL process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9103AE" w14:textId="38C64A0A" w:rsidR="00293D6E" w:rsidRDefault="00D50B90">
            <w:pPr>
              <w:pStyle w:val="NormalWeb"/>
            </w:pPr>
            <w:hyperlink r:id="rId7" w:history="1">
              <w:r w:rsidR="001B78BA">
                <w:rPr>
                  <w:rStyle w:val="Hyperlink"/>
                </w:rPr>
                <w:t>https://40.142.54.17</w:t>
              </w:r>
              <w:r>
                <w:rPr>
                  <w:rStyle w:val="Hyperlink"/>
                </w:rPr>
                <w:t>2</w:t>
              </w:r>
              <w:r w:rsidR="001B78BA">
                <w:rPr>
                  <w:rStyle w:val="Hyperlink"/>
                </w:rPr>
                <w:t>/api/etl/docs</w:t>
              </w:r>
            </w:hyperlink>
          </w:p>
        </w:tc>
      </w:tr>
    </w:tbl>
    <w:p w14:paraId="4FEBC774" w14:textId="77777777" w:rsidR="00293D6E" w:rsidRDefault="001B78BA">
      <w:pPr>
        <w:pStyle w:val="Heading3"/>
        <w:rPr>
          <w:rFonts w:eastAsia="Times New Roman"/>
        </w:rPr>
      </w:pPr>
      <w:r>
        <w:rPr>
          <w:rFonts w:eastAsia="Times New Roman"/>
        </w:rPr>
        <w:t>Account</w:t>
      </w:r>
    </w:p>
    <w:p w14:paraId="5C5E0DA6" w14:textId="77777777" w:rsidR="00293D6E" w:rsidRDefault="001B78BA">
      <w:pPr>
        <w:pStyle w:val="NormalWeb"/>
      </w:pPr>
      <w:r>
        <w:t xml:space="preserve">There’re 2 types of </w:t>
      </w:r>
      <w:proofErr w:type="gramStart"/>
      <w:r>
        <w:t>token</w:t>
      </w:r>
      <w:proofErr w:type="gramEnd"/>
      <w:r>
        <w:t xml:space="preserve">: </w:t>
      </w:r>
    </w:p>
    <w:p w14:paraId="1F3E7DC9" w14:textId="77777777" w:rsidR="00293D6E" w:rsidRDefault="001B78BA">
      <w:pPr>
        <w:pStyle w:val="NormalWeb"/>
        <w:numPr>
          <w:ilvl w:val="0"/>
          <w:numId w:val="2"/>
        </w:numPr>
      </w:pPr>
      <w:r>
        <w:t>For Public Users: to APIs in public pages.</w:t>
      </w:r>
    </w:p>
    <w:p w14:paraId="3B6C51C0" w14:textId="77777777" w:rsidR="00293D6E" w:rsidRDefault="001B78BA">
      <w:pPr>
        <w:pStyle w:val="NormalWeb"/>
        <w:numPr>
          <w:ilvl w:val="0"/>
          <w:numId w:val="2"/>
        </w:numPr>
      </w:pPr>
      <w:r>
        <w:t>For Register Users: to APIs in pages required logging in.</w:t>
      </w:r>
    </w:p>
    <w:p w14:paraId="45890266" w14:textId="77777777" w:rsidR="00293D6E" w:rsidRDefault="001B78BA">
      <w:pPr>
        <w:pStyle w:val="Heading3"/>
        <w:rPr>
          <w:rFonts w:eastAsia="Times New Roman"/>
        </w:rPr>
      </w:pPr>
      <w:r>
        <w:rPr>
          <w:rFonts w:eastAsia="Times New Roman"/>
          <w:color w:val="6554C0"/>
        </w:rPr>
        <w:t>Public Users</w:t>
      </w:r>
    </w:p>
    <w:p w14:paraId="342DE01E" w14:textId="77777777" w:rsidR="00293D6E" w:rsidRDefault="001B78BA">
      <w:pPr>
        <w:pStyle w:val="NormalWeb"/>
        <w:numPr>
          <w:ilvl w:val="0"/>
          <w:numId w:val="3"/>
        </w:numPr>
      </w:pPr>
      <w:r>
        <w:t xml:space="preserve">With the Public Users, they need to send a request to </w:t>
      </w:r>
      <w:proofErr w:type="spellStart"/>
      <w:r>
        <w:rPr>
          <w:rStyle w:val="HTMLCode"/>
        </w:rPr>
        <w:t>api</w:t>
      </w:r>
      <w:proofErr w:type="spellEnd"/>
      <w:r>
        <w:rPr>
          <w:rStyle w:val="HTMLCode"/>
        </w:rPr>
        <w:t>/auth/public-token</w:t>
      </w:r>
      <w:r>
        <w:t>.</w:t>
      </w:r>
    </w:p>
    <w:p w14:paraId="5EFBA94D" w14:textId="77777777" w:rsidR="00293D6E" w:rsidRDefault="001B78BA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6B27E826" wp14:editId="7501FA61">
            <wp:extent cx="4455795" cy="244983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244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AD6F8" w14:textId="77777777" w:rsidR="00293D6E" w:rsidRDefault="001B78BA">
      <w:pPr>
        <w:pStyle w:val="NormalWeb"/>
      </w:pPr>
      <w:r>
        <w:lastRenderedPageBreak/>
        <w:t>2. The result returns the token, then we can use this token to test the APIs.</w:t>
      </w:r>
    </w:p>
    <w:p w14:paraId="0A35ECCC" w14:textId="77777777" w:rsidR="00293D6E" w:rsidRDefault="001B78BA">
      <w:pPr>
        <w:pStyle w:val="Heading3"/>
        <w:rPr>
          <w:rFonts w:eastAsia="Times New Roman"/>
        </w:rPr>
      </w:pPr>
      <w:r>
        <w:rPr>
          <w:rFonts w:eastAsia="Times New Roman"/>
          <w:color w:val="6554C0"/>
        </w:rPr>
        <w:t>Registered Users</w:t>
      </w:r>
    </w:p>
    <w:p w14:paraId="51C9F599" w14:textId="77777777" w:rsidR="00293D6E" w:rsidRDefault="001B78BA">
      <w:pPr>
        <w:pStyle w:val="NormalWeb"/>
      </w:pPr>
      <w:r>
        <w:t xml:space="preserve">With the Registered Users, they need to send a request to </w:t>
      </w:r>
      <w:proofErr w:type="spellStart"/>
      <w:r>
        <w:rPr>
          <w:rStyle w:val="HTMLCode"/>
        </w:rPr>
        <w:t>api</w:t>
      </w:r>
      <w:proofErr w:type="spellEnd"/>
      <w:r>
        <w:rPr>
          <w:rStyle w:val="HTMLCode"/>
        </w:rPr>
        <w:t>/auth/login</w:t>
      </w:r>
      <w:r>
        <w:t xml:space="preserve">. Before we send a </w:t>
      </w:r>
      <w:proofErr w:type="gramStart"/>
      <w:r>
        <w:t>request</w:t>
      </w:r>
      <w:proofErr w:type="gramEnd"/>
      <w:r>
        <w:t xml:space="preserve"> we need to encode the password by using </w:t>
      </w:r>
      <w:r>
        <w:rPr>
          <w:rStyle w:val="Strong"/>
        </w:rPr>
        <w:t>Base64</w:t>
      </w:r>
      <w:r>
        <w:t>.</w:t>
      </w:r>
    </w:p>
    <w:p w14:paraId="4BDFBDDB" w14:textId="77777777" w:rsidR="00293D6E" w:rsidRDefault="001B78BA">
      <w:pPr>
        <w:pStyle w:val="NormalWeb"/>
      </w:pPr>
      <w:r>
        <w:t xml:space="preserve">Please see example below using </w:t>
      </w:r>
      <w:r>
        <w:rPr>
          <w:rStyle w:val="Strong"/>
        </w:rPr>
        <w:t>Postman</w:t>
      </w:r>
      <w:r>
        <w:t>:</w:t>
      </w:r>
    </w:p>
    <w:p w14:paraId="61835B24" w14:textId="77777777" w:rsidR="00293D6E" w:rsidRDefault="001B78BA">
      <w:pPr>
        <w:pStyle w:val="NormalWeb"/>
      </w:pPr>
      <w:r>
        <w:rPr>
          <w:rStyle w:val="Strong"/>
        </w:rPr>
        <w:t>Step 1</w:t>
      </w:r>
      <w:r>
        <w:t xml:space="preserve">: Import </w:t>
      </w:r>
      <w:proofErr w:type="spellStart"/>
      <w:r>
        <w:t>Enviroment</w:t>
      </w:r>
      <w:proofErr w:type="spellEnd"/>
      <w:r>
        <w:t xml:space="preserve"> CDCB to Postman</w:t>
      </w:r>
    </w:p>
    <w:p w14:paraId="074C5317" w14:textId="77777777" w:rsidR="00293D6E" w:rsidRDefault="001B78BA">
      <w:pPr>
        <w:pStyle w:val="media-group"/>
      </w:pPr>
      <w:r>
        <w:rPr>
          <w:noProof/>
        </w:rPr>
        <w:drawing>
          <wp:inline distT="0" distB="0" distL="0" distR="0" wp14:anchorId="67EF4FC0" wp14:editId="62D363F8">
            <wp:extent cx="2381250" cy="2381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C591F" w14:textId="77777777" w:rsidR="00293D6E" w:rsidRDefault="001B78BA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62AF1E86" wp14:editId="7332D710">
            <wp:extent cx="4455795" cy="2313305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231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 wp14:anchorId="00717F98" wp14:editId="1D38AA96">
            <wp:extent cx="4455795" cy="4285615"/>
            <wp:effectExtent l="0" t="0" r="190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428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3C3D7" w14:textId="77777777" w:rsidR="00293D6E" w:rsidRDefault="00293D6E">
      <w:pPr>
        <w:pStyle w:val="NormalWeb"/>
      </w:pPr>
    </w:p>
    <w:p w14:paraId="37CCF72F" w14:textId="77777777" w:rsidR="00293D6E" w:rsidRDefault="001B78BA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21F4F118" wp14:editId="4CD1F854">
            <wp:extent cx="4455795" cy="2484120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 wp14:anchorId="2E307F1A" wp14:editId="1588DCAB">
            <wp:extent cx="4455795" cy="4353560"/>
            <wp:effectExtent l="0" t="0" r="1905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435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38503" w14:textId="77777777" w:rsidR="00293D6E" w:rsidRDefault="001B78BA">
      <w:pPr>
        <w:pStyle w:val="NormalWeb"/>
      </w:pPr>
      <w:r>
        <w:t xml:space="preserve">Select CDCB </w:t>
      </w:r>
      <w:proofErr w:type="spellStart"/>
      <w:r>
        <w:t>enviroment</w:t>
      </w:r>
      <w:proofErr w:type="spellEnd"/>
      <w:r>
        <w:t xml:space="preserve"> in dropdown list </w:t>
      </w:r>
    </w:p>
    <w:p w14:paraId="4C82B41B" w14:textId="77777777" w:rsidR="00293D6E" w:rsidRDefault="001B78BA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3E8645E4" wp14:editId="40341764">
            <wp:extent cx="4455795" cy="2504440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45EDA" w14:textId="77777777" w:rsidR="00293D6E" w:rsidRDefault="001B78BA">
      <w:pPr>
        <w:pStyle w:val="NormalWeb"/>
      </w:pPr>
      <w:r>
        <w:t>Fill out password:</w:t>
      </w:r>
    </w:p>
    <w:p w14:paraId="52F7B260" w14:textId="77777777" w:rsidR="00293D6E" w:rsidRDefault="001B78BA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29722FD2" wp14:editId="1CA152A0">
            <wp:extent cx="4455795" cy="2258695"/>
            <wp:effectExtent l="0" t="0" r="1905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225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2FD45" w14:textId="77777777" w:rsidR="00293D6E" w:rsidRDefault="001B78BA">
      <w:pPr>
        <w:pStyle w:val="NormalWeb"/>
        <w:numPr>
          <w:ilvl w:val="0"/>
          <w:numId w:val="4"/>
        </w:numPr>
      </w:pPr>
      <w:r>
        <w:rPr>
          <w:rStyle w:val="Strong"/>
        </w:rPr>
        <w:t>Step 2</w:t>
      </w:r>
      <w:r>
        <w:t xml:space="preserve">: Setup login request with </w:t>
      </w:r>
      <w:r>
        <w:rPr>
          <w:rStyle w:val="Strong"/>
        </w:rPr>
        <w:t>post</w:t>
      </w:r>
      <w:r>
        <w:t xml:space="preserve"> method, input </w:t>
      </w:r>
      <w:r>
        <w:rPr>
          <w:rStyle w:val="HTMLCode"/>
        </w:rPr>
        <w:t>{{</w:t>
      </w:r>
      <w:proofErr w:type="spellStart"/>
      <w:r>
        <w:rPr>
          <w:rStyle w:val="HTMLCode"/>
        </w:rPr>
        <w:t>endcodePassword</w:t>
      </w:r>
      <w:proofErr w:type="spellEnd"/>
      <w:r>
        <w:rPr>
          <w:rStyle w:val="HTMLCode"/>
        </w:rPr>
        <w:t>}}</w:t>
      </w:r>
      <w:r>
        <w:t xml:space="preserve"> (the variable that defined above) to "password" property:</w:t>
      </w:r>
    </w:p>
    <w:p w14:paraId="533B0539" w14:textId="77777777" w:rsidR="00293D6E" w:rsidRDefault="001B78BA">
      <w:pPr>
        <w:spacing w:beforeAutospacing="1" w:afterAutospacing="1"/>
        <w:ind w:left="72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73EB749A" wp14:editId="2AE525CB">
            <wp:extent cx="4455795" cy="2320290"/>
            <wp:effectExtent l="0" t="0" r="1905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232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44EA6" w14:textId="77777777" w:rsidR="00293D6E" w:rsidRDefault="001B78BA">
      <w:pPr>
        <w:pStyle w:val="NormalWeb"/>
        <w:numPr>
          <w:ilvl w:val="0"/>
          <w:numId w:val="4"/>
        </w:numPr>
      </w:pPr>
      <w:r>
        <w:rPr>
          <w:rStyle w:val="Strong"/>
        </w:rPr>
        <w:t>Step 3</w:t>
      </w:r>
      <w:r>
        <w:t>: Add tab Pre-request Script, add code encode base64 as below:</w:t>
      </w:r>
    </w:p>
    <w:p w14:paraId="498A0235" w14:textId="77777777" w:rsidR="00293D6E" w:rsidRDefault="001B78BA">
      <w:pPr>
        <w:pStyle w:val="HTMLPreformatted"/>
        <w:numPr>
          <w:ilvl w:val="0"/>
          <w:numId w:val="4"/>
        </w:numPr>
        <w:tabs>
          <w:tab w:val="clear" w:pos="720"/>
        </w:tabs>
        <w:divId w:val="467891969"/>
      </w:pPr>
      <w:r>
        <w:t xml:space="preserve">const password = </w:t>
      </w:r>
      <w:proofErr w:type="spellStart"/>
      <w:r>
        <w:t>pm.environment.get</w:t>
      </w:r>
      <w:proofErr w:type="spellEnd"/>
      <w:r>
        <w:t>("password");</w:t>
      </w:r>
    </w:p>
    <w:p w14:paraId="4E83852B" w14:textId="77777777" w:rsidR="00293D6E" w:rsidRDefault="001B78BA">
      <w:pPr>
        <w:pStyle w:val="HTMLPreformatted"/>
        <w:numPr>
          <w:ilvl w:val="0"/>
          <w:numId w:val="4"/>
        </w:numPr>
        <w:tabs>
          <w:tab w:val="clear" w:pos="720"/>
        </w:tabs>
        <w:divId w:val="467891969"/>
      </w:pPr>
      <w:r>
        <w:t xml:space="preserve">const </w:t>
      </w:r>
      <w:proofErr w:type="spellStart"/>
      <w:r>
        <w:t>pwEncode</w:t>
      </w:r>
      <w:proofErr w:type="spellEnd"/>
      <w:r>
        <w:t xml:space="preserve"> = </w:t>
      </w:r>
      <w:proofErr w:type="spellStart"/>
      <w:r>
        <w:t>btoa</w:t>
      </w:r>
      <w:proofErr w:type="spellEnd"/>
      <w:r>
        <w:t>(password);</w:t>
      </w:r>
    </w:p>
    <w:p w14:paraId="26989B43" w14:textId="77777777" w:rsidR="00293D6E" w:rsidRDefault="001B78BA">
      <w:pPr>
        <w:pStyle w:val="HTMLPreformatted"/>
        <w:ind w:left="720"/>
        <w:divId w:val="467891969"/>
      </w:pPr>
      <w:proofErr w:type="spellStart"/>
      <w:proofErr w:type="gramStart"/>
      <w:r>
        <w:t>pm.environment.set</w:t>
      </w:r>
      <w:proofErr w:type="spellEnd"/>
      <w:r>
        <w:t>(</w:t>
      </w:r>
      <w:proofErr w:type="gramEnd"/>
      <w:r>
        <w:t>"</w:t>
      </w:r>
      <w:proofErr w:type="spellStart"/>
      <w:r>
        <w:t>endcodePassword</w:t>
      </w:r>
      <w:proofErr w:type="spellEnd"/>
      <w:r>
        <w:t xml:space="preserve">", </w:t>
      </w:r>
      <w:proofErr w:type="spellStart"/>
      <w:r>
        <w:t>pwEncode</w:t>
      </w:r>
      <w:proofErr w:type="spellEnd"/>
      <w:r>
        <w:t>);</w:t>
      </w:r>
    </w:p>
    <w:p w14:paraId="47892E9C" w14:textId="77777777" w:rsidR="00293D6E" w:rsidRDefault="001B78BA">
      <w:pPr>
        <w:spacing w:beforeAutospacing="1" w:afterAutospacing="1"/>
        <w:ind w:left="72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33E79B50" wp14:editId="573E193D">
            <wp:extent cx="4455795" cy="2750185"/>
            <wp:effectExtent l="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E545" w14:textId="77777777" w:rsidR="00293D6E" w:rsidRDefault="001B78BA">
      <w:pPr>
        <w:pStyle w:val="NormalWeb"/>
        <w:numPr>
          <w:ilvl w:val="0"/>
          <w:numId w:val="4"/>
        </w:numPr>
      </w:pPr>
      <w:r>
        <w:rPr>
          <w:rStyle w:val="Strong"/>
        </w:rPr>
        <w:t>Step 4</w:t>
      </w:r>
      <w:r>
        <w:t xml:space="preserve">: Add tab Tests, get response assigned to </w:t>
      </w:r>
      <w:proofErr w:type="spellStart"/>
      <w:r>
        <w:rPr>
          <w:rStyle w:val="HTMLCode"/>
        </w:rPr>
        <w:t>regToken</w:t>
      </w:r>
      <w:proofErr w:type="spellEnd"/>
    </w:p>
    <w:p w14:paraId="19E176AA" w14:textId="77777777" w:rsidR="00293D6E" w:rsidRDefault="001B78BA">
      <w:pPr>
        <w:pStyle w:val="HTMLPreformatted"/>
        <w:divId w:val="671764461"/>
      </w:pPr>
      <w:proofErr w:type="gramStart"/>
      <w:r>
        <w:t>if(</w:t>
      </w:r>
      <w:proofErr w:type="spellStart"/>
      <w:proofErr w:type="gramEnd"/>
      <w:r>
        <w:t>responseCode.code</w:t>
      </w:r>
      <w:proofErr w:type="spellEnd"/>
      <w:r>
        <w:t> === 200){</w:t>
      </w:r>
    </w:p>
    <w:p w14:paraId="79920F20" w14:textId="77777777" w:rsidR="00293D6E" w:rsidRDefault="001B78BA">
      <w:pPr>
        <w:pStyle w:val="HTMLPreformatted"/>
        <w:divId w:val="671764461"/>
      </w:pPr>
      <w:r>
        <w:t>    const </w:t>
      </w:r>
      <w:proofErr w:type="spellStart"/>
      <w:r>
        <w:t>jsonData</w:t>
      </w:r>
      <w:proofErr w:type="spellEnd"/>
      <w:r>
        <w:t> = </w:t>
      </w:r>
      <w:proofErr w:type="spellStart"/>
      <w:r>
        <w:t>JSON.parse</w:t>
      </w:r>
      <w:proofErr w:type="spellEnd"/>
      <w:r>
        <w:t>(</w:t>
      </w:r>
      <w:proofErr w:type="spellStart"/>
      <w:r>
        <w:t>responseBody</w:t>
      </w:r>
      <w:proofErr w:type="spellEnd"/>
      <w:r>
        <w:t>)</w:t>
      </w:r>
    </w:p>
    <w:p w14:paraId="735B47BE" w14:textId="77777777" w:rsidR="00293D6E" w:rsidRDefault="001B78BA">
      <w:pPr>
        <w:pStyle w:val="HTMLPreformatted"/>
        <w:divId w:val="671764461"/>
      </w:pPr>
      <w:r>
        <w:t>    </w:t>
      </w:r>
      <w:proofErr w:type="spellStart"/>
      <w:proofErr w:type="gramStart"/>
      <w:r>
        <w:t>pm.environment.set</w:t>
      </w:r>
      <w:proofErr w:type="spellEnd"/>
      <w:r>
        <w:t>(</w:t>
      </w:r>
      <w:proofErr w:type="gramEnd"/>
      <w:r>
        <w:t>"</w:t>
      </w:r>
      <w:proofErr w:type="spellStart"/>
      <w:r>
        <w:t>regToken</w:t>
      </w:r>
      <w:proofErr w:type="spellEnd"/>
      <w:r>
        <w:t>", </w:t>
      </w:r>
      <w:proofErr w:type="spellStart"/>
      <w:r>
        <w:t>jsonData.token</w:t>
      </w:r>
      <w:proofErr w:type="spellEnd"/>
      <w:r>
        <w:t>)</w:t>
      </w:r>
    </w:p>
    <w:p w14:paraId="0FDC2D73" w14:textId="77777777" w:rsidR="00293D6E" w:rsidRDefault="001B78BA">
      <w:pPr>
        <w:pStyle w:val="HTMLPreformatted"/>
        <w:divId w:val="671764461"/>
      </w:pPr>
      <w:r>
        <w:t>}</w:t>
      </w:r>
    </w:p>
    <w:p w14:paraId="0CC85E23" w14:textId="77777777" w:rsidR="00293D6E" w:rsidRDefault="001B78BA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045B1673" wp14:editId="3578F2B9">
            <wp:extent cx="4455795" cy="2763520"/>
            <wp:effectExtent l="0" t="0" r="190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276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01185" w14:textId="77777777" w:rsidR="00293D6E" w:rsidRDefault="001B78BA">
      <w:pPr>
        <w:pStyle w:val="NormalWeb"/>
        <w:numPr>
          <w:ilvl w:val="0"/>
          <w:numId w:val="5"/>
        </w:numPr>
      </w:pPr>
      <w:r>
        <w:rPr>
          <w:rStyle w:val="Strong"/>
        </w:rPr>
        <w:t>Step 5:</w:t>
      </w:r>
      <w:r>
        <w:t xml:space="preserve"> The result returns the token, then we can use this token to test the APIs.</w:t>
      </w:r>
    </w:p>
    <w:p w14:paraId="323D0CFC" w14:textId="77777777" w:rsidR="001B78BA" w:rsidRDefault="001B78BA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7C047ED7" wp14:editId="538303ED">
            <wp:extent cx="4455795" cy="2750185"/>
            <wp:effectExtent l="0" t="0" r="190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 wp14:anchorId="643A84D2" wp14:editId="34065171">
            <wp:extent cx="4455795" cy="3180080"/>
            <wp:effectExtent l="0" t="0" r="1905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318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78BA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A42A6"/>
    <w:multiLevelType w:val="multilevel"/>
    <w:tmpl w:val="4E70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EE58FA"/>
    <w:multiLevelType w:val="multilevel"/>
    <w:tmpl w:val="491E9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A7186B"/>
    <w:multiLevelType w:val="multilevel"/>
    <w:tmpl w:val="D2884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157F6"/>
    <w:multiLevelType w:val="multilevel"/>
    <w:tmpl w:val="99BC3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F844FE"/>
    <w:multiLevelType w:val="multilevel"/>
    <w:tmpl w:val="08B8D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D05"/>
    <w:rsid w:val="00091D05"/>
    <w:rsid w:val="001B78BA"/>
    <w:rsid w:val="00293D6E"/>
    <w:rsid w:val="00D50B90"/>
    <w:rsid w:val="00D9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AF6F46"/>
  <w15:chartTrackingRefBased/>
  <w15:docId w15:val="{840C5E10-0BA9-436C-B99D-26C74938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/>
      <w:sz w:val="20"/>
      <w:szCs w:val="20"/>
    </w:rPr>
  </w:style>
  <w:style w:type="character" w:customStyle="1" w:styleId="confluence-embedded-file-wrapper">
    <w:name w:val="confluence-embedded-file-wrapper"/>
    <w:basedOn w:val="DefaultParagraphFont"/>
  </w:style>
  <w:style w:type="paragraph" w:customStyle="1" w:styleId="media-group">
    <w:name w:val="media-group"/>
    <w:basedOn w:val="Normal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character" w:styleId="CommentReference">
    <w:name w:val="annotation reference"/>
    <w:basedOn w:val="DefaultParagraphFont"/>
    <w:uiPriority w:val="99"/>
    <w:semiHidden/>
    <w:unhideWhenUsed/>
    <w:rsid w:val="00D91E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E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EB3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E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EB3"/>
    <w:rPr>
      <w:rFonts w:eastAsiaTheme="minorEastAsia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50B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10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5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40.142.54.173/api/etl/docs" TargetMode="External"/><Relationship Id="rId12" Type="http://schemas.openxmlformats.org/officeDocument/2006/relationships/image" Target="media/image5.tmp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40.142.54.172/api/data-exchange/docs" TargetMode="External"/><Relationship Id="rId11" Type="http://schemas.openxmlformats.org/officeDocument/2006/relationships/image" Target="media/image4.tmp"/><Relationship Id="rId5" Type="http://schemas.openxmlformats.org/officeDocument/2006/relationships/hyperlink" Target="https://40.142.54.172/api/docs" TargetMode="External"/><Relationship Id="rId15" Type="http://schemas.openxmlformats.org/officeDocument/2006/relationships/image" Target="media/image8.png"/><Relationship Id="rId10" Type="http://schemas.openxmlformats.org/officeDocument/2006/relationships/image" Target="media/image3.tmp"/><Relationship Id="rId19" Type="http://schemas.openxmlformats.org/officeDocument/2006/relationships/image" Target="media/image12.tmp"/><Relationship Id="rId4" Type="http://schemas.openxmlformats.org/officeDocument/2006/relationships/webSettings" Target="webSettings.xml"/><Relationship Id="rId9" Type="http://schemas.openxmlformats.org/officeDocument/2006/relationships/image" Target="media/image2.tmp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6.8.1 Third Party Testing Approach</dc:title>
  <dc:subject/>
  <dc:creator>Erika Oakes</dc:creator>
  <cp:keywords/>
  <dc:description/>
  <cp:lastModifiedBy>Kendra Randall</cp:lastModifiedBy>
  <cp:revision>2</cp:revision>
  <dcterms:created xsi:type="dcterms:W3CDTF">2022-01-26T06:28:00Z</dcterms:created>
  <dcterms:modified xsi:type="dcterms:W3CDTF">2022-01-26T06:28:00Z</dcterms:modified>
</cp:coreProperties>
</file>